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69" w:rsidRDefault="00045869" w:rsidP="00045869">
      <w:pPr>
        <w:spacing w:after="0" w:line="240" w:lineRule="auto"/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Lesson Plans- One Crazy Summer</w:t>
      </w:r>
    </w:p>
    <w:p w:rsidR="00045869" w:rsidRDefault="00045869" w:rsidP="00045869">
      <w:pPr>
        <w:spacing w:after="0" w:line="240" w:lineRule="auto"/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Ashley Ague</w:t>
      </w:r>
    </w:p>
    <w:p w:rsidR="00045869" w:rsidRDefault="00045869" w:rsidP="00045869">
      <w:pPr>
        <w:spacing w:after="0" w:line="240" w:lineRule="auto"/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December 2011</w:t>
      </w:r>
    </w:p>
    <w:p w:rsidR="00045869" w:rsidRDefault="00045869" w:rsidP="00045869">
      <w:pPr>
        <w:spacing w:after="0" w:line="240" w:lineRule="auto"/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</w:p>
    <w:p w:rsidR="00045869" w:rsidRDefault="00045869" w:rsidP="00045869">
      <w:pPr>
        <w:spacing w:after="0" w:line="240" w:lineRule="auto"/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</w:p>
    <w:p w:rsidR="00045869" w:rsidRDefault="00AB0D5F" w:rsidP="00045869">
      <w:pP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To complete this assignment, we would </w:t>
      </w:r>
      <w:r w:rsidR="00045869"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first</w:t>
      </w: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 </w:t>
      </w:r>
      <w:r w:rsidR="00045869"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read </w:t>
      </w:r>
      <w:r w:rsidR="00045869" w:rsidRPr="00045869">
        <w:rPr>
          <w:rStyle w:val="Emphasis"/>
          <w:rFonts w:ascii="Andika Basic" w:hAnsi="Andika Basic" w:cs="Arial"/>
          <w:bCs/>
          <w:color w:val="000000"/>
          <w:sz w:val="24"/>
          <w:szCs w:val="24"/>
        </w:rPr>
        <w:t xml:space="preserve">One Crazy </w:t>
      </w:r>
      <w:r w:rsidRPr="00045869">
        <w:rPr>
          <w:rStyle w:val="Emphasis"/>
          <w:rFonts w:ascii="Andika Basic" w:hAnsi="Andika Basic" w:cs="Arial"/>
          <w:bCs/>
          <w:color w:val="000000"/>
          <w:sz w:val="24"/>
          <w:szCs w:val="24"/>
        </w:rPr>
        <w:t>Summer</w:t>
      </w:r>
      <w:r>
        <w:rPr>
          <w:rStyle w:val="Emphasis"/>
          <w:rFonts w:ascii="Andika Basic" w:hAnsi="Andika Basic" w:cs="Arial"/>
          <w:bCs/>
          <w:color w:val="000000"/>
          <w:sz w:val="24"/>
          <w:szCs w:val="24"/>
        </w:rPr>
        <w:t xml:space="preserve"> </w:t>
      </w: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by </w:t>
      </w:r>
      <w:r w:rsidR="00045869"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Rita Williams-Garcia</w:t>
      </w: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 as a class</w:t>
      </w:r>
      <w:r w:rsidR="00045869"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.  Throughout t</w:t>
      </w: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he book we would discuss key events</w:t>
      </w:r>
      <w:r w:rsidR="00045869"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 of the Black Panther Party and how they were related to the book.  </w:t>
      </w:r>
    </w:p>
    <w:p w:rsidR="00045869" w:rsidRDefault="00045869" w:rsidP="00045869">
      <w:pP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I would provide the students with construction paper, and any other materials to make a nice size timeline</w:t>
      </w:r>
      <w:r w:rsidR="00AB0D5F"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 that could be displayed in the classroom</w:t>
      </w: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 xml:space="preserve">.  </w:t>
      </w:r>
    </w:p>
    <w:p w:rsidR="00045869" w:rsidRDefault="00045869" w:rsidP="00045869">
      <w:pP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Using the internet and the websites I provided, the students would do research on major events of the Black Panther Party and would create a timeline.</w:t>
      </w:r>
    </w:p>
    <w:p w:rsidR="00045869" w:rsidRPr="00045869" w:rsidRDefault="00045869" w:rsidP="00045869">
      <w:pP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</w:pPr>
      <w:r>
        <w:rPr>
          <w:rStyle w:val="Emphasis"/>
          <w:rFonts w:ascii="Andika Basic" w:hAnsi="Andika Basic" w:cs="Arial"/>
          <w:bCs/>
          <w:i w:val="0"/>
          <w:color w:val="000000"/>
          <w:sz w:val="24"/>
          <w:szCs w:val="24"/>
        </w:rPr>
        <w:t>Below is what I would hand out to the students to introduce the project.</w:t>
      </w:r>
    </w:p>
    <w:p w:rsidR="00045869" w:rsidRDefault="00045869">
      <w:pPr>
        <w:rPr>
          <w:rStyle w:val="Emphasis"/>
          <w:rFonts w:ascii="Andika Basic" w:hAnsi="Andika Basic" w:cs="Arial"/>
          <w:b/>
          <w:bCs/>
          <w:color w:val="000000"/>
          <w:sz w:val="40"/>
          <w:szCs w:val="40"/>
        </w:rPr>
      </w:pPr>
      <w:r>
        <w:rPr>
          <w:rStyle w:val="Emphasis"/>
          <w:rFonts w:ascii="Andika Basic" w:hAnsi="Andika Basic" w:cs="Arial"/>
          <w:b/>
          <w:bCs/>
          <w:color w:val="000000"/>
          <w:sz w:val="40"/>
          <w:szCs w:val="40"/>
        </w:rPr>
        <w:br w:type="page"/>
      </w:r>
    </w:p>
    <w:p w:rsidR="0030195A" w:rsidRPr="00045869" w:rsidRDefault="001A5057" w:rsidP="001A5057">
      <w:pPr>
        <w:jc w:val="center"/>
        <w:rPr>
          <w:rStyle w:val="Strong"/>
          <w:rFonts w:ascii="Andika Basic" w:hAnsi="Andika Basic" w:cs="Arial"/>
          <w:color w:val="000000"/>
          <w:sz w:val="40"/>
          <w:szCs w:val="40"/>
        </w:rPr>
      </w:pPr>
      <w:r w:rsidRPr="00045869">
        <w:rPr>
          <w:rStyle w:val="Emphasis"/>
          <w:rFonts w:ascii="Andika Basic" w:hAnsi="Andika Basic" w:cs="Arial"/>
          <w:b/>
          <w:bCs/>
          <w:color w:val="000000"/>
          <w:sz w:val="40"/>
          <w:szCs w:val="40"/>
        </w:rPr>
        <w:t>One Crazy Summer</w:t>
      </w:r>
      <w:r w:rsidRPr="00045869">
        <w:rPr>
          <w:rStyle w:val="Strong"/>
          <w:rFonts w:ascii="Andika Basic" w:hAnsi="Andika Basic" w:cs="Arial"/>
          <w:color w:val="000000"/>
          <w:sz w:val="40"/>
          <w:szCs w:val="40"/>
        </w:rPr>
        <w:t xml:space="preserve"> by Rita Williams-Garcia</w:t>
      </w:r>
    </w:p>
    <w:p w:rsidR="001A5057" w:rsidRPr="00045869" w:rsidRDefault="001A5057" w:rsidP="001A5057">
      <w:pPr>
        <w:spacing w:after="0" w:line="240" w:lineRule="auto"/>
        <w:jc w:val="center"/>
        <w:rPr>
          <w:rStyle w:val="Strong"/>
          <w:rFonts w:ascii="Andika Basic" w:hAnsi="Andika Basic" w:cs="Arial"/>
          <w:color w:val="000000"/>
          <w:sz w:val="40"/>
          <w:szCs w:val="40"/>
        </w:rPr>
      </w:pPr>
      <w:r w:rsidRPr="00045869">
        <w:rPr>
          <w:rStyle w:val="Strong"/>
          <w:rFonts w:ascii="Andika Basic" w:hAnsi="Andika Basic" w:cs="Arial"/>
          <w:color w:val="000000"/>
          <w:sz w:val="40"/>
          <w:szCs w:val="40"/>
        </w:rPr>
        <w:t>Timeline</w:t>
      </w:r>
    </w:p>
    <w:p w:rsidR="001A5057" w:rsidRPr="00045869" w:rsidRDefault="001A5057" w:rsidP="001A5057">
      <w:pPr>
        <w:spacing w:after="0" w:line="240" w:lineRule="auto"/>
        <w:rPr>
          <w:rStyle w:val="Strong"/>
          <w:rFonts w:ascii="Andika Basic" w:hAnsi="Andika Basic" w:cs="Arial"/>
          <w:b w:val="0"/>
          <w:color w:val="000000"/>
          <w:sz w:val="16"/>
          <w:szCs w:val="16"/>
        </w:rPr>
      </w:pPr>
    </w:p>
    <w:p w:rsidR="001A5057" w:rsidRDefault="001A5057" w:rsidP="00045869">
      <w:pPr>
        <w:spacing w:after="0" w:line="240" w:lineRule="auto"/>
        <w:rPr>
          <w:rStyle w:val="Strong"/>
          <w:rFonts w:ascii="Andika Basic" w:hAnsi="Andika Basic" w:cs="Arial"/>
          <w:b w:val="0"/>
          <w:color w:val="000000"/>
          <w:sz w:val="24"/>
          <w:szCs w:val="24"/>
        </w:rPr>
      </w:pPr>
      <w:r w:rsidRPr="00045869">
        <w:rPr>
          <w:rStyle w:val="Strong"/>
          <w:rFonts w:ascii="Andika Basic" w:hAnsi="Andika Basic" w:cs="Arial"/>
          <w:b w:val="0"/>
          <w:color w:val="000000"/>
          <w:sz w:val="24"/>
          <w:szCs w:val="24"/>
        </w:rPr>
        <w:t xml:space="preserve">After reading </w:t>
      </w:r>
      <w:r w:rsidRPr="00045869">
        <w:rPr>
          <w:rStyle w:val="Strong"/>
          <w:rFonts w:ascii="Andika Basic" w:hAnsi="Andika Basic" w:cs="Arial"/>
          <w:b w:val="0"/>
          <w:i/>
          <w:color w:val="000000"/>
          <w:sz w:val="24"/>
          <w:szCs w:val="24"/>
        </w:rPr>
        <w:t>One Crazy Summer</w:t>
      </w:r>
      <w:r w:rsidRPr="00045869">
        <w:rPr>
          <w:rStyle w:val="Strong"/>
          <w:rFonts w:ascii="Andika Basic" w:hAnsi="Andika Basic" w:cs="Arial"/>
          <w:b w:val="0"/>
          <w:color w:val="000000"/>
          <w:sz w:val="24"/>
          <w:szCs w:val="24"/>
        </w:rPr>
        <w:t xml:space="preserve"> by Rita Williams-Garcia, you will make a timeline including the following events, dates, places and facts about the Black Panther Party:</w:t>
      </w:r>
    </w:p>
    <w:p w:rsidR="00045869" w:rsidRPr="00045869" w:rsidRDefault="00045869" w:rsidP="00045869">
      <w:pPr>
        <w:spacing w:after="0" w:line="240" w:lineRule="auto"/>
        <w:rPr>
          <w:rStyle w:val="Strong"/>
          <w:rFonts w:ascii="Andika Basic" w:hAnsi="Andika Basic" w:cs="Arial"/>
          <w:b w:val="0"/>
          <w:color w:val="000000"/>
          <w:sz w:val="40"/>
          <w:szCs w:val="40"/>
        </w:rPr>
      </w:pP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MONTH, YEAR and LOCATION of Bobby Seale and Huey Newton establishing the Black Panther Party</w:t>
      </w: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DAY and YEAR of the shoot-out between the Oakland police and the panthers that left 17-year-old Bobby Hutton dead</w:t>
      </w: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MONTH and YEAR that Huey Newton was found guilty of voluntary manslaughter of an Oakland police officer</w:t>
      </w: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DAY, MONTH and YEAR of the UCLA shoot-out between the panthers and the US-organization.  This event kills the leaders John Higgins and Bunchy Carter.</w:t>
      </w: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YEAR that the Panthers start the free breakfast program and other community programs for children.</w:t>
      </w: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YEAR that Huey Newton is charged with murder again and flees to Cuba leaving Elaine Brown as the leader of the Black Panther Party.</w:t>
      </w:r>
    </w:p>
    <w:p w:rsidR="001A5057" w:rsidRPr="00045869" w:rsidRDefault="001A5057" w:rsidP="00045869">
      <w:pPr>
        <w:pStyle w:val="ListParagraph"/>
        <w:numPr>
          <w:ilvl w:val="0"/>
          <w:numId w:val="5"/>
        </w:numPr>
        <w:spacing w:after="0"/>
        <w:rPr>
          <w:rFonts w:ascii="Andika Basic" w:hAnsi="Andika Basic" w:cs="Arial"/>
          <w:b/>
          <w:bCs/>
          <w:color w:val="000000"/>
          <w:sz w:val="40"/>
          <w:szCs w:val="40"/>
        </w:rPr>
      </w:pP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 xml:space="preserve">DAY, </w:t>
      </w:r>
      <w:r w:rsidR="0029250B"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>MONTH,</w:t>
      </w:r>
      <w:r w:rsidRPr="00045869">
        <w:rPr>
          <w:rFonts w:ascii="Andika Basic" w:hAnsi="Andika Basic" w:cs="Arial"/>
          <w:b/>
          <w:bCs/>
          <w:color w:val="000000"/>
          <w:sz w:val="40"/>
          <w:szCs w:val="40"/>
        </w:rPr>
        <w:t xml:space="preserve"> YEAR and LOCATION where Huey Newton is killed. </w:t>
      </w:r>
    </w:p>
    <w:p w:rsidR="00045869" w:rsidRDefault="00045869" w:rsidP="00045869">
      <w:pPr>
        <w:pStyle w:val="ListParagraph"/>
        <w:spacing w:after="0"/>
        <w:jc w:val="center"/>
        <w:rPr>
          <w:rFonts w:ascii="Andika Basic" w:hAnsi="Andika Basic" w:cs="Arial"/>
          <w:b/>
          <w:bCs/>
          <w:color w:val="000000"/>
          <w:sz w:val="44"/>
          <w:szCs w:val="44"/>
        </w:rPr>
      </w:pPr>
    </w:p>
    <w:p w:rsidR="00045869" w:rsidRDefault="00045869" w:rsidP="00045869">
      <w:pPr>
        <w:pStyle w:val="ListParagraph"/>
        <w:spacing w:after="0"/>
        <w:jc w:val="center"/>
        <w:rPr>
          <w:rFonts w:ascii="Andika Basic" w:hAnsi="Andika Basic" w:cs="Arial"/>
          <w:b/>
          <w:bCs/>
          <w:color w:val="000000"/>
          <w:sz w:val="44"/>
          <w:szCs w:val="44"/>
        </w:rPr>
      </w:pPr>
    </w:p>
    <w:p w:rsidR="00045869" w:rsidRPr="00045869" w:rsidRDefault="00045869" w:rsidP="00045869">
      <w:pPr>
        <w:pStyle w:val="ListParagraph"/>
        <w:spacing w:after="0"/>
        <w:jc w:val="center"/>
        <w:rPr>
          <w:rFonts w:ascii="Andika Basic" w:hAnsi="Andika Basic" w:cs="Arial"/>
          <w:b/>
          <w:bCs/>
          <w:color w:val="000000"/>
          <w:sz w:val="36"/>
          <w:szCs w:val="36"/>
        </w:rPr>
      </w:pPr>
      <w:r w:rsidRPr="00045869">
        <w:rPr>
          <w:rFonts w:ascii="Andika Basic" w:hAnsi="Andika Basic" w:cs="Arial"/>
          <w:b/>
          <w:bCs/>
          <w:color w:val="000000"/>
          <w:sz w:val="36"/>
          <w:szCs w:val="36"/>
        </w:rPr>
        <w:t>****Use this list of requirements as a checklist****</w:t>
      </w:r>
    </w:p>
    <w:p w:rsidR="0029250B" w:rsidRPr="00045869" w:rsidRDefault="0029250B" w:rsidP="0029250B">
      <w:pPr>
        <w:spacing w:after="0" w:line="240" w:lineRule="auto"/>
        <w:jc w:val="center"/>
        <w:rPr>
          <w:rFonts w:ascii="Andika Basic" w:hAnsi="Andika Basic" w:cs="Arial"/>
          <w:bCs/>
          <w:color w:val="000000"/>
        </w:rPr>
      </w:pPr>
    </w:p>
    <w:p w:rsid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045869" w:rsidRPr="00045869" w:rsidRDefault="00045869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</w:rPr>
      </w:pPr>
    </w:p>
    <w:p w:rsidR="0029250B" w:rsidRPr="00045869" w:rsidRDefault="0029250B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  <w:sz w:val="36"/>
          <w:szCs w:val="36"/>
        </w:rPr>
      </w:pPr>
      <w:r w:rsidRPr="00045869">
        <w:rPr>
          <w:rFonts w:ascii="Andika Basic" w:hAnsi="Andika Basic" w:cs="Arial"/>
          <w:b/>
          <w:bCs/>
          <w:color w:val="000000"/>
          <w:sz w:val="36"/>
          <w:szCs w:val="36"/>
        </w:rPr>
        <w:t>Resources:</w:t>
      </w:r>
    </w:p>
    <w:p w:rsidR="0029250B" w:rsidRPr="00045869" w:rsidRDefault="0029250B" w:rsidP="0029250B">
      <w:pPr>
        <w:spacing w:after="0" w:line="240" w:lineRule="auto"/>
        <w:jc w:val="center"/>
        <w:rPr>
          <w:rFonts w:ascii="Andika Basic" w:hAnsi="Andika Basic" w:cs="Arial"/>
          <w:bCs/>
          <w:color w:val="000000"/>
        </w:rPr>
      </w:pPr>
    </w:p>
    <w:p w:rsidR="0029250B" w:rsidRPr="00045869" w:rsidRDefault="00AB0D5F" w:rsidP="0029250B">
      <w:p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r>
        <w:rPr>
          <w:rFonts w:ascii="Andika Basic" w:hAnsi="Andika Basic" w:cs="Arial"/>
          <w:bCs/>
          <w:color w:val="000000"/>
          <w:sz w:val="24"/>
          <w:szCs w:val="24"/>
        </w:rPr>
        <w:t>The following is</w:t>
      </w:r>
      <w:r w:rsidR="0029250B" w:rsidRPr="00045869">
        <w:rPr>
          <w:rFonts w:ascii="Andika Basic" w:hAnsi="Andika Basic" w:cs="Arial"/>
          <w:bCs/>
          <w:color w:val="000000"/>
          <w:sz w:val="24"/>
          <w:szCs w:val="24"/>
        </w:rPr>
        <w:t xml:space="preserve"> a list of websites that are available for you to use to find the information </w:t>
      </w:r>
      <w:r>
        <w:rPr>
          <w:rFonts w:ascii="Andika Basic" w:hAnsi="Andika Basic" w:cs="Arial"/>
          <w:bCs/>
          <w:color w:val="000000"/>
          <w:sz w:val="24"/>
          <w:szCs w:val="24"/>
        </w:rPr>
        <w:t>needed for this project</w:t>
      </w:r>
      <w:bookmarkStart w:id="0" w:name="_GoBack"/>
      <w:bookmarkEnd w:id="0"/>
      <w:r w:rsidR="0029250B" w:rsidRPr="00045869">
        <w:rPr>
          <w:rFonts w:ascii="Andika Basic" w:hAnsi="Andika Basic" w:cs="Arial"/>
          <w:bCs/>
          <w:color w:val="000000"/>
          <w:sz w:val="24"/>
          <w:szCs w:val="24"/>
        </w:rPr>
        <w:t>:</w:t>
      </w:r>
    </w:p>
    <w:p w:rsidR="0029250B" w:rsidRPr="00045869" w:rsidRDefault="0029250B" w:rsidP="0029250B">
      <w:p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</w:p>
    <w:p w:rsidR="0029250B" w:rsidRPr="00045869" w:rsidRDefault="0029250B" w:rsidP="0029250B">
      <w:p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r w:rsidRPr="00045869">
        <w:rPr>
          <w:rFonts w:ascii="Andika Basic" w:hAnsi="Andika Basic" w:cs="Arial"/>
          <w:bCs/>
          <w:color w:val="000000"/>
          <w:sz w:val="24"/>
          <w:szCs w:val="24"/>
        </w:rPr>
        <w:t>Black Panther Party:</w:t>
      </w:r>
    </w:p>
    <w:p w:rsidR="0029250B" w:rsidRPr="00045869" w:rsidRDefault="0029250B" w:rsidP="0029250B">
      <w:pPr>
        <w:pStyle w:val="ListParagraph"/>
        <w:numPr>
          <w:ilvl w:val="0"/>
          <w:numId w:val="3"/>
        </w:num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hyperlink r:id="rId6" w:history="1"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http://iveknownrivers.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o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rg/read-2.0.php?id=125</w:t>
        </w:r>
      </w:hyperlink>
      <w:r w:rsidRPr="00045869">
        <w:rPr>
          <w:rFonts w:ascii="Andika Basic" w:hAnsi="Andika Basic" w:cs="Arial"/>
          <w:bCs/>
          <w:color w:val="000000"/>
          <w:sz w:val="24"/>
          <w:szCs w:val="24"/>
        </w:rPr>
        <w:t xml:space="preserve"> </w:t>
      </w:r>
    </w:p>
    <w:p w:rsidR="0029250B" w:rsidRPr="00045869" w:rsidRDefault="0029250B" w:rsidP="0029250B">
      <w:pPr>
        <w:pStyle w:val="ListParagraph"/>
        <w:numPr>
          <w:ilvl w:val="0"/>
          <w:numId w:val="3"/>
        </w:num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hyperlink r:id="rId7" w:history="1"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http://www.itsabouttimebpp.com/C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h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apter_History/BPP_Pieces_of_History.html</w:t>
        </w:r>
      </w:hyperlink>
      <w:r w:rsidRPr="00045869">
        <w:rPr>
          <w:rFonts w:ascii="Andika Basic" w:hAnsi="Andika Basic" w:cs="Arial"/>
          <w:bCs/>
          <w:color w:val="000000"/>
          <w:sz w:val="24"/>
          <w:szCs w:val="24"/>
        </w:rPr>
        <w:t xml:space="preserve"> </w:t>
      </w:r>
    </w:p>
    <w:p w:rsidR="0029250B" w:rsidRPr="00045869" w:rsidRDefault="0029250B" w:rsidP="0029250B">
      <w:pPr>
        <w:pStyle w:val="ListParagraph"/>
        <w:numPr>
          <w:ilvl w:val="0"/>
          <w:numId w:val="3"/>
        </w:num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hyperlink r:id="rId8" w:history="1"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http://www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.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xtimeline.com/timeline/History-of-the-Black-Panthers</w:t>
        </w:r>
      </w:hyperlink>
      <w:r w:rsidRPr="00045869">
        <w:rPr>
          <w:rFonts w:ascii="Andika Basic" w:hAnsi="Andika Basic" w:cs="Arial"/>
          <w:bCs/>
          <w:color w:val="000000"/>
          <w:sz w:val="24"/>
          <w:szCs w:val="24"/>
        </w:rPr>
        <w:t xml:space="preserve"> </w:t>
      </w:r>
    </w:p>
    <w:p w:rsidR="0029250B" w:rsidRPr="00045869" w:rsidRDefault="0029250B" w:rsidP="0029250B">
      <w:p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</w:p>
    <w:p w:rsidR="0029250B" w:rsidRPr="00045869" w:rsidRDefault="0029250B" w:rsidP="0029250B">
      <w:p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r w:rsidRPr="00045869">
        <w:rPr>
          <w:rFonts w:ascii="Andika Basic" w:hAnsi="Andika Basic" w:cs="Arial"/>
          <w:bCs/>
          <w:color w:val="000000"/>
          <w:sz w:val="24"/>
          <w:szCs w:val="24"/>
        </w:rPr>
        <w:t>How to make a timeline:</w:t>
      </w:r>
    </w:p>
    <w:p w:rsidR="0029250B" w:rsidRPr="00045869" w:rsidRDefault="0029250B" w:rsidP="0029250B">
      <w:pPr>
        <w:pStyle w:val="ListParagraph"/>
        <w:numPr>
          <w:ilvl w:val="0"/>
          <w:numId w:val="4"/>
        </w:num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hyperlink r:id="rId9" w:history="1"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http://dohist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o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ry.org/on_your_own/toolkit/timeline.html</w:t>
        </w:r>
      </w:hyperlink>
      <w:r w:rsidRPr="00045869">
        <w:rPr>
          <w:rFonts w:ascii="Andika Basic" w:hAnsi="Andika Basic" w:cs="Arial"/>
          <w:bCs/>
          <w:color w:val="000000"/>
          <w:sz w:val="24"/>
          <w:szCs w:val="24"/>
        </w:rPr>
        <w:t xml:space="preserve"> </w:t>
      </w:r>
    </w:p>
    <w:p w:rsidR="0029250B" w:rsidRPr="00045869" w:rsidRDefault="0029250B" w:rsidP="0029250B">
      <w:pPr>
        <w:pStyle w:val="ListParagraph"/>
        <w:numPr>
          <w:ilvl w:val="0"/>
          <w:numId w:val="4"/>
        </w:num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  <w:hyperlink r:id="rId10" w:history="1"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http://www.socialstudiesforkids.com/artic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l</w:t>
        </w:r>
        <w:r w:rsidRPr="00045869">
          <w:rPr>
            <w:rStyle w:val="Hyperlink"/>
            <w:rFonts w:ascii="Andika Basic" w:hAnsi="Andika Basic" w:cs="Arial"/>
            <w:bCs/>
            <w:sz w:val="24"/>
            <w:szCs w:val="24"/>
          </w:rPr>
          <w:t>es/howtomakeatimeline1.htm</w:t>
        </w:r>
      </w:hyperlink>
      <w:r w:rsidRPr="00045869">
        <w:rPr>
          <w:rFonts w:ascii="Andika Basic" w:hAnsi="Andika Basic" w:cs="Arial"/>
          <w:bCs/>
          <w:color w:val="000000"/>
          <w:sz w:val="24"/>
          <w:szCs w:val="24"/>
        </w:rPr>
        <w:t xml:space="preserve"> </w:t>
      </w:r>
    </w:p>
    <w:p w:rsidR="0029250B" w:rsidRPr="00045869" w:rsidRDefault="0029250B" w:rsidP="0029250B">
      <w:pPr>
        <w:spacing w:after="0" w:line="240" w:lineRule="auto"/>
        <w:rPr>
          <w:rFonts w:ascii="Andika Basic" w:hAnsi="Andika Basic" w:cs="Arial"/>
          <w:bCs/>
          <w:color w:val="000000"/>
          <w:sz w:val="24"/>
          <w:szCs w:val="24"/>
        </w:rPr>
      </w:pPr>
    </w:p>
    <w:p w:rsidR="0029250B" w:rsidRPr="00045869" w:rsidRDefault="0029250B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  <w:sz w:val="24"/>
          <w:szCs w:val="24"/>
        </w:rPr>
      </w:pPr>
    </w:p>
    <w:p w:rsidR="0029250B" w:rsidRDefault="0029250B" w:rsidP="0029250B">
      <w:pPr>
        <w:spacing w:after="0" w:line="240" w:lineRule="auto"/>
        <w:jc w:val="center"/>
        <w:rPr>
          <w:rFonts w:ascii="Andika Basic" w:hAnsi="Andika Basic" w:cs="Arial"/>
          <w:b/>
          <w:bCs/>
          <w:color w:val="000000"/>
          <w:sz w:val="24"/>
          <w:szCs w:val="24"/>
        </w:rPr>
      </w:pPr>
      <w:r w:rsidRPr="00045869">
        <w:rPr>
          <w:rFonts w:ascii="Andika Basic" w:hAnsi="Andika Basic" w:cs="Arial"/>
          <w:b/>
          <w:bCs/>
          <w:color w:val="000000"/>
          <w:sz w:val="24"/>
          <w:szCs w:val="24"/>
        </w:rPr>
        <w:t>****If you include more information that required you will receive extra credit****</w:t>
      </w:r>
    </w:p>
    <w:p w:rsidR="00045869" w:rsidRPr="00045869" w:rsidRDefault="00045869" w:rsidP="00045869">
      <w:pPr>
        <w:spacing w:after="0" w:line="240" w:lineRule="auto"/>
        <w:rPr>
          <w:rFonts w:ascii="Andika Basic" w:hAnsi="Andika Basic" w:cs="Arial"/>
          <w:b/>
          <w:bCs/>
          <w:color w:val="000000"/>
          <w:sz w:val="24"/>
          <w:szCs w:val="24"/>
        </w:rPr>
      </w:pPr>
    </w:p>
    <w:sectPr w:rsidR="00045869" w:rsidRPr="00045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ika Basic"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867"/>
    <w:multiLevelType w:val="hybridMultilevel"/>
    <w:tmpl w:val="16A07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E60EE"/>
    <w:multiLevelType w:val="hybridMultilevel"/>
    <w:tmpl w:val="B54CC3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66C52"/>
    <w:multiLevelType w:val="hybridMultilevel"/>
    <w:tmpl w:val="B084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B77AB"/>
    <w:multiLevelType w:val="hybridMultilevel"/>
    <w:tmpl w:val="35B84CA4"/>
    <w:lvl w:ilvl="0" w:tplc="CBA6139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10353"/>
    <w:multiLevelType w:val="hybridMultilevel"/>
    <w:tmpl w:val="85CC4A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57"/>
    <w:rsid w:val="00045869"/>
    <w:rsid w:val="001A5057"/>
    <w:rsid w:val="0029250B"/>
    <w:rsid w:val="0030195A"/>
    <w:rsid w:val="00A8352C"/>
    <w:rsid w:val="00AB0D5F"/>
    <w:rsid w:val="00D6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A5057"/>
    <w:rPr>
      <w:i/>
      <w:iCs/>
    </w:rPr>
  </w:style>
  <w:style w:type="character" w:styleId="Strong">
    <w:name w:val="Strong"/>
    <w:basedOn w:val="DefaultParagraphFont"/>
    <w:uiPriority w:val="22"/>
    <w:qFormat/>
    <w:rsid w:val="001A5057"/>
    <w:rPr>
      <w:b/>
      <w:bCs/>
    </w:rPr>
  </w:style>
  <w:style w:type="paragraph" w:styleId="ListParagraph">
    <w:name w:val="List Paragraph"/>
    <w:basedOn w:val="Normal"/>
    <w:uiPriority w:val="34"/>
    <w:qFormat/>
    <w:rsid w:val="001A50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5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25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A5057"/>
    <w:rPr>
      <w:i/>
      <w:iCs/>
    </w:rPr>
  </w:style>
  <w:style w:type="character" w:styleId="Strong">
    <w:name w:val="Strong"/>
    <w:basedOn w:val="DefaultParagraphFont"/>
    <w:uiPriority w:val="22"/>
    <w:qFormat/>
    <w:rsid w:val="001A5057"/>
    <w:rPr>
      <w:b/>
      <w:bCs/>
    </w:rPr>
  </w:style>
  <w:style w:type="paragraph" w:styleId="ListParagraph">
    <w:name w:val="List Paragraph"/>
    <w:basedOn w:val="Normal"/>
    <w:uiPriority w:val="34"/>
    <w:qFormat/>
    <w:rsid w:val="001A50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5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25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timeline.com/timeline/History-of-the-Black-Panthe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tsabouttimebpp.com/Chapter_History/BPP_Pieces_of_History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eknownrivers.org/read-2.0.php?id=12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ocialstudiesforkids.com/articles/howtomakeatimeline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history.org/on_your_own/toolkit/timel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C820C620</Template>
  <TotalTime>33</TotalTime>
  <Pages>4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Ague</dc:creator>
  <cp:lastModifiedBy>Ashley Ague</cp:lastModifiedBy>
  <cp:revision>1</cp:revision>
  <dcterms:created xsi:type="dcterms:W3CDTF">2011-12-05T14:48:00Z</dcterms:created>
  <dcterms:modified xsi:type="dcterms:W3CDTF">2011-12-05T15:21:00Z</dcterms:modified>
</cp:coreProperties>
</file>